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347CB498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F41A4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6433B2B" w:rsidR="003C4FBB" w:rsidRDefault="003C4FBB" w:rsidP="00AF41A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F41A4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1" w:name="_Toc403053768"/>
      <w:r w:rsidRPr="00AF41A4">
        <w:rPr>
          <w:rFonts w:eastAsia="Times New Roman" w:cs="Times New Roman"/>
          <w:b/>
          <w:lang w:eastAsia="cs-CZ"/>
        </w:rPr>
        <w:t>„</w:t>
      </w:r>
      <w:bookmarkEnd w:id="1"/>
      <w:r w:rsidR="006904D1" w:rsidRPr="006904D1">
        <w:rPr>
          <w:rFonts w:eastAsia="Times New Roman" w:cs="Times New Roman"/>
          <w:b/>
          <w:lang w:eastAsia="cs-CZ"/>
        </w:rPr>
        <w:t xml:space="preserve">Údržba, opravy a odstraňování závad u ST 2020 – geotechnický průzkum kol. </w:t>
      </w:r>
      <w:proofErr w:type="gramStart"/>
      <w:r w:rsidR="006904D1" w:rsidRPr="006904D1">
        <w:rPr>
          <w:rFonts w:eastAsia="Times New Roman" w:cs="Times New Roman"/>
          <w:b/>
          <w:lang w:eastAsia="cs-CZ"/>
        </w:rPr>
        <w:t>č.</w:t>
      </w:r>
      <w:proofErr w:type="gramEnd"/>
      <w:r w:rsidR="006904D1" w:rsidRPr="006904D1">
        <w:rPr>
          <w:rFonts w:eastAsia="Times New Roman" w:cs="Times New Roman"/>
          <w:b/>
          <w:lang w:eastAsia="cs-CZ"/>
        </w:rPr>
        <w:t xml:space="preserve"> 3 </w:t>
      </w:r>
      <w:proofErr w:type="spellStart"/>
      <w:r w:rsidR="006904D1" w:rsidRPr="006904D1">
        <w:rPr>
          <w:rFonts w:eastAsia="Times New Roman" w:cs="Times New Roman"/>
          <w:b/>
          <w:lang w:eastAsia="cs-CZ"/>
        </w:rPr>
        <w:t>žst</w:t>
      </w:r>
      <w:proofErr w:type="spellEnd"/>
      <w:r w:rsidR="006904D1" w:rsidRPr="006904D1">
        <w:rPr>
          <w:rFonts w:eastAsia="Times New Roman" w:cs="Times New Roman"/>
          <w:b/>
          <w:lang w:eastAsia="cs-CZ"/>
        </w:rPr>
        <w:t>. Valašská Polanka</w:t>
      </w:r>
      <w:r w:rsidRPr="00AF41A4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AF41A4">
        <w:rPr>
          <w:rFonts w:eastAsia="Times New Roman" w:cs="Times New Roman"/>
          <w:lang w:eastAsia="cs-CZ"/>
        </w:rPr>
        <w:t>č.j.</w:t>
      </w:r>
      <w:proofErr w:type="gramEnd"/>
      <w:r w:rsidRPr="00AF41A4">
        <w:rPr>
          <w:rFonts w:eastAsia="Times New Roman" w:cs="Times New Roman"/>
          <w:lang w:eastAsia="cs-CZ"/>
        </w:rPr>
        <w:t xml:space="preserve"> </w:t>
      </w:r>
      <w:r w:rsidR="006904D1" w:rsidRPr="006904D1">
        <w:rPr>
          <w:rFonts w:eastAsia="Times New Roman" w:cs="Times New Roman"/>
          <w:lang w:eastAsia="cs-CZ"/>
        </w:rPr>
        <w:t>9963/2020-SŽ-OŘ OLC-NPI</w:t>
      </w:r>
      <w:r w:rsidRPr="00AF41A4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AF41A4" w:rsidRPr="00AF41A4">
        <w:rPr>
          <w:rFonts w:eastAsia="Times New Roman" w:cs="Times New Roman"/>
          <w:lang w:eastAsia="cs-CZ"/>
        </w:rPr>
        <w:t>3</w:t>
      </w:r>
      <w:r w:rsidRPr="00AF41A4">
        <w:rPr>
          <w:rFonts w:eastAsia="Times New Roman" w:cs="Times New Roman"/>
          <w:lang w:eastAsia="cs-CZ"/>
        </w:rPr>
        <w:t xml:space="preserve"> významn</w:t>
      </w:r>
      <w:r w:rsidR="00AF41A4" w:rsidRPr="00AF41A4">
        <w:rPr>
          <w:rFonts w:eastAsia="Times New Roman" w:cs="Times New Roman"/>
          <w:lang w:eastAsia="cs-CZ"/>
        </w:rPr>
        <w:t>é</w:t>
      </w:r>
      <w:r w:rsidRPr="00AF41A4">
        <w:rPr>
          <w:rFonts w:eastAsia="Times New Roman" w:cs="Times New Roman"/>
          <w:lang w:eastAsia="cs-CZ"/>
        </w:rPr>
        <w:t xml:space="preserve"> služb</w:t>
      </w:r>
      <w:r w:rsidR="00AF41A4" w:rsidRPr="00AF41A4">
        <w:rPr>
          <w:rFonts w:eastAsia="Times New Roman" w:cs="Times New Roman"/>
          <w:lang w:eastAsia="cs-CZ"/>
        </w:rPr>
        <w:t>y</w:t>
      </w:r>
      <w:r w:rsidRPr="00AF41A4">
        <w:rPr>
          <w:rFonts w:eastAsia="Times New Roman" w:cs="Times New Roman"/>
          <w:lang w:eastAsia="cs-CZ"/>
        </w:rPr>
        <w:t xml:space="preserve"> definovaných v čl. </w:t>
      </w:r>
      <w:r w:rsidR="00AF41A4" w:rsidRPr="00AF41A4">
        <w:rPr>
          <w:rFonts w:eastAsia="Times New Roman" w:cs="Times New Roman"/>
          <w:lang w:eastAsia="cs-CZ"/>
        </w:rPr>
        <w:t>5.5</w:t>
      </w:r>
      <w:r w:rsidRPr="00AF41A4">
        <w:rPr>
          <w:rFonts w:eastAsia="Times New Roman" w:cs="Times New Roman"/>
          <w:lang w:eastAsia="cs-CZ"/>
        </w:rPr>
        <w:t xml:space="preserve"> výzvy k podání nabídky za každou hodnotě </w:t>
      </w:r>
      <w:r w:rsidR="006904D1">
        <w:rPr>
          <w:rFonts w:eastAsia="Times New Roman" w:cs="Times New Roman"/>
          <w:lang w:eastAsia="cs-CZ"/>
        </w:rPr>
        <w:t>5</w:t>
      </w:r>
      <w:r w:rsidR="00AF41A4" w:rsidRPr="00AF41A4">
        <w:rPr>
          <w:rFonts w:eastAsia="Times New Roman" w:cs="Times New Roman"/>
          <w:lang w:eastAsia="cs-CZ"/>
        </w:rPr>
        <w:t>00 000,-</w:t>
      </w:r>
      <w:r w:rsidRPr="00AF41A4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1ADEA9C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80E148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F354453" w:rsidR="003C4FBB" w:rsidRDefault="003C4FBB" w:rsidP="006904D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6904D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912A9" w14:textId="77777777" w:rsidR="003C4FBB" w:rsidRDefault="003C4FBB" w:rsidP="006904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6DC001" w14:textId="77777777" w:rsidR="003C4FBB" w:rsidRDefault="003C4FBB" w:rsidP="006904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6B9B57" w14:textId="77777777" w:rsidR="003C4FBB" w:rsidRDefault="003C4FBB" w:rsidP="006904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31C30" w14:textId="77777777" w:rsidR="003C4FBB" w:rsidRDefault="003C4FBB" w:rsidP="006904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F41A4" w14:paraId="61055D13" w14:textId="77777777" w:rsidTr="006904D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EE2A4" w14:textId="77777777" w:rsidR="00AF41A4" w:rsidRDefault="00AF41A4" w:rsidP="006904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97164" w14:textId="77777777" w:rsidR="00AF41A4" w:rsidRDefault="00AF41A4" w:rsidP="006904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FCB91" w14:textId="77777777" w:rsidR="00AF41A4" w:rsidRDefault="00AF41A4" w:rsidP="006904D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14307" w14:textId="77777777" w:rsidR="00AF41A4" w:rsidRDefault="00AF41A4" w:rsidP="006904D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F41A4" w14:paraId="1D0A766D" w14:textId="77777777" w:rsidTr="006904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11FFCE5" w14:textId="77777777" w:rsidR="00AF41A4" w:rsidRPr="00AF41A4" w:rsidRDefault="00AF41A4" w:rsidP="006904D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35AE0A" w14:textId="77777777" w:rsidR="00AF41A4" w:rsidRPr="00AF41A4" w:rsidRDefault="00AF41A4" w:rsidP="006904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628F19" w14:textId="77777777" w:rsidR="00AF41A4" w:rsidRPr="00AF41A4" w:rsidRDefault="00AF41A4" w:rsidP="006904D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88746" w14:textId="77777777" w:rsidR="00AF41A4" w:rsidRPr="00AF41A4" w:rsidRDefault="00AF41A4" w:rsidP="006904D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41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41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04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04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04D1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41A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6AB01-F405-4C9E-B966-56D6A1AE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2020-01-22T08:25:00Z</dcterms:created>
  <dcterms:modified xsi:type="dcterms:W3CDTF">2020-04-17T08:22:00Z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